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0A1" w:rsidRPr="00F91F9C" w:rsidRDefault="009E570F" w:rsidP="005C284A">
      <w:pPr>
        <w:spacing w:line="260" w:lineRule="exact"/>
        <w:jc w:val="center"/>
        <w:rPr>
          <w:b/>
          <w:i/>
          <w:u w:val="single"/>
        </w:rPr>
      </w:pPr>
      <w:r>
        <w:rPr>
          <w:b/>
          <w:i/>
          <w:u w:val="single"/>
        </w:rPr>
        <w:t>Annexe 2-a</w:t>
      </w:r>
    </w:p>
    <w:p w:rsidR="008570A1" w:rsidRDefault="008570A1" w:rsidP="005C284A">
      <w:pPr>
        <w:spacing w:line="260" w:lineRule="exact"/>
        <w:jc w:val="both"/>
        <w:rPr>
          <w:b/>
          <w:sz w:val="20"/>
          <w:szCs w:val="20"/>
        </w:rPr>
      </w:pPr>
    </w:p>
    <w:p w:rsidR="008570A1" w:rsidRDefault="008570A1" w:rsidP="005C284A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tabs>
          <w:tab w:val="left" w:pos="540"/>
          <w:tab w:val="left" w:pos="6120"/>
        </w:tabs>
        <w:spacing w:line="260" w:lineRule="exact"/>
        <w:ind w:left="1620" w:right="1718"/>
        <w:jc w:val="center"/>
        <w:rPr>
          <w:b/>
          <w:sz w:val="20"/>
        </w:rPr>
      </w:pPr>
      <w:r>
        <w:rPr>
          <w:b/>
          <w:sz w:val="20"/>
        </w:rPr>
        <w:t xml:space="preserve">FICHE DESCRIPTIVE RELATIVE A </w:t>
      </w:r>
      <w:smartTag w:uri="urn:schemas-microsoft-com:office:smarttags" w:element="PersonName">
        <w:smartTagPr>
          <w:attr w:name="ProductID" w:val="LA DEMANDE"/>
        </w:smartTagPr>
        <w:r>
          <w:rPr>
            <w:b/>
            <w:sz w:val="20"/>
          </w:rPr>
          <w:t>LA DEMANDE</w:t>
        </w:r>
      </w:smartTag>
    </w:p>
    <w:p w:rsidR="008570A1" w:rsidRDefault="008570A1" w:rsidP="005C284A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tabs>
          <w:tab w:val="left" w:pos="540"/>
          <w:tab w:val="left" w:pos="6120"/>
        </w:tabs>
        <w:spacing w:line="260" w:lineRule="exact"/>
        <w:ind w:left="1620" w:right="1718"/>
        <w:jc w:val="center"/>
        <w:rPr>
          <w:b/>
          <w:sz w:val="20"/>
        </w:rPr>
      </w:pPr>
      <w:r>
        <w:rPr>
          <w:b/>
          <w:sz w:val="20"/>
        </w:rPr>
        <w:t>D’AGREMENT DE MAITRE D’APPRENTISSAGE</w:t>
      </w:r>
    </w:p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1566D7" w:rsidRDefault="001566D7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8570A1" w:rsidRPr="008570A1" w:rsidRDefault="008570A1" w:rsidP="005C284A">
      <w:pPr>
        <w:tabs>
          <w:tab w:val="left" w:pos="0"/>
        </w:tabs>
        <w:spacing w:line="260" w:lineRule="exact"/>
        <w:rPr>
          <w:b/>
          <w:sz w:val="20"/>
        </w:rPr>
      </w:pPr>
      <w:r w:rsidRPr="008570A1">
        <w:rPr>
          <w:b/>
          <w:sz w:val="20"/>
        </w:rPr>
        <w:t xml:space="preserve">Intitulé de la formation concernée par la demande : </w:t>
      </w:r>
    </w:p>
    <w:p w:rsidR="00FA2DF0" w:rsidRPr="00F51A1B" w:rsidRDefault="00FA2DF0" w:rsidP="00FB73B6">
      <w:pPr>
        <w:tabs>
          <w:tab w:val="left" w:pos="0"/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A2DF0" w:rsidRPr="00F51A1B" w:rsidRDefault="00FA2DF0" w:rsidP="00FB73B6">
      <w:pPr>
        <w:tabs>
          <w:tab w:val="left" w:pos="0"/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9"/>
        <w:gridCol w:w="6607"/>
      </w:tblGrid>
      <w:tr w:rsidR="003931B3" w:rsidTr="00EF7547">
        <w:trPr>
          <w:trHeight w:val="706"/>
          <w:jc w:val="center"/>
        </w:trPr>
        <w:tc>
          <w:tcPr>
            <w:tcW w:w="1328" w:type="pct"/>
            <w:shd w:val="pct10" w:color="auto" w:fill="auto"/>
            <w:vAlign w:val="center"/>
          </w:tcPr>
          <w:p w:rsidR="003931B3" w:rsidRPr="001566D7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Nom du Maître d’apprentissage (M</w:t>
            </w:r>
            <w:r>
              <w:rPr>
                <w:b/>
                <w:sz w:val="20"/>
                <w:szCs w:val="20"/>
              </w:rPr>
              <w:t>D</w:t>
            </w:r>
            <w:r w:rsidRPr="001566D7"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3672" w:type="pct"/>
            <w:shd w:val="pct10" w:color="auto" w:fill="auto"/>
            <w:vAlign w:val="center"/>
          </w:tcPr>
          <w:p w:rsidR="003931B3" w:rsidRPr="008570A1" w:rsidRDefault="003931B3" w:rsidP="00994572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3931B3" w:rsidTr="00994572">
        <w:trPr>
          <w:trHeight w:val="1134"/>
          <w:jc w:val="center"/>
        </w:trPr>
        <w:tc>
          <w:tcPr>
            <w:tcW w:w="1328" w:type="pct"/>
            <w:vAlign w:val="center"/>
          </w:tcPr>
          <w:p w:rsidR="003931B3" w:rsidRPr="00FF4FF6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Diplôme détenu par le M</w:t>
            </w:r>
            <w:r>
              <w:rPr>
                <w:b/>
                <w:sz w:val="20"/>
                <w:szCs w:val="20"/>
              </w:rPr>
              <w:t>D</w:t>
            </w:r>
            <w:r w:rsidRPr="001566D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672" w:type="pct"/>
            <w:vAlign w:val="center"/>
          </w:tcPr>
          <w:p w:rsidR="003931B3" w:rsidRPr="008570A1" w:rsidRDefault="003931B3" w:rsidP="00994572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3931B3" w:rsidTr="00994572">
        <w:trPr>
          <w:trHeight w:val="1134"/>
          <w:jc w:val="center"/>
        </w:trPr>
        <w:tc>
          <w:tcPr>
            <w:tcW w:w="1328" w:type="pct"/>
            <w:vAlign w:val="center"/>
          </w:tcPr>
          <w:p w:rsidR="003931B3" w:rsidRPr="001566D7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Qualification professionnelle du M</w:t>
            </w:r>
            <w:r>
              <w:rPr>
                <w:b/>
                <w:sz w:val="20"/>
                <w:szCs w:val="20"/>
              </w:rPr>
              <w:t>D</w:t>
            </w:r>
            <w:r w:rsidRPr="001566D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672" w:type="pct"/>
            <w:vAlign w:val="center"/>
          </w:tcPr>
          <w:p w:rsidR="003931B3" w:rsidRPr="008570A1" w:rsidRDefault="003931B3" w:rsidP="00994572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3931B3" w:rsidTr="00994572">
        <w:trPr>
          <w:trHeight w:val="1134"/>
          <w:jc w:val="center"/>
        </w:trPr>
        <w:tc>
          <w:tcPr>
            <w:tcW w:w="1328" w:type="pct"/>
            <w:vAlign w:val="center"/>
          </w:tcPr>
          <w:p w:rsidR="003931B3" w:rsidRPr="001566D7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Ancienneté du M</w:t>
            </w:r>
            <w:r>
              <w:rPr>
                <w:b/>
                <w:sz w:val="20"/>
                <w:szCs w:val="20"/>
              </w:rPr>
              <w:t>D</w:t>
            </w:r>
            <w:r w:rsidRPr="001566D7">
              <w:rPr>
                <w:b/>
                <w:sz w:val="20"/>
                <w:szCs w:val="20"/>
              </w:rPr>
              <w:t>A dans le métier</w:t>
            </w:r>
          </w:p>
        </w:tc>
        <w:tc>
          <w:tcPr>
            <w:tcW w:w="3672" w:type="pct"/>
            <w:vAlign w:val="center"/>
          </w:tcPr>
          <w:p w:rsidR="003931B3" w:rsidRPr="008570A1" w:rsidRDefault="003931B3" w:rsidP="00994572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3931B3" w:rsidTr="00994572">
        <w:trPr>
          <w:trHeight w:val="1134"/>
          <w:jc w:val="center"/>
        </w:trPr>
        <w:tc>
          <w:tcPr>
            <w:tcW w:w="1328" w:type="pct"/>
            <w:vAlign w:val="center"/>
          </w:tcPr>
          <w:p w:rsidR="003931B3" w:rsidRPr="001566D7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Personne morale</w:t>
            </w:r>
          </w:p>
          <w:p w:rsidR="003931B3" w:rsidRPr="00FF4FF6" w:rsidRDefault="003931B3" w:rsidP="00994572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Employeur</w:t>
            </w:r>
          </w:p>
        </w:tc>
        <w:tc>
          <w:tcPr>
            <w:tcW w:w="3672" w:type="pct"/>
            <w:vAlign w:val="center"/>
          </w:tcPr>
          <w:p w:rsidR="003931B3" w:rsidRPr="008570A1" w:rsidRDefault="00EA5C83" w:rsidP="00994572">
            <w:pPr>
              <w:pStyle w:val="Titre1"/>
              <w:tabs>
                <w:tab w:val="left" w:pos="540"/>
                <w:tab w:val="left" w:pos="6120"/>
              </w:tabs>
              <w:ind w:right="-2034"/>
              <w:jc w:val="left"/>
            </w:pPr>
            <w:r>
              <w:t>Centre INRAE</w:t>
            </w:r>
            <w:r w:rsidR="003931B3" w:rsidRPr="008570A1">
              <w:t> :</w:t>
            </w:r>
          </w:p>
          <w:p w:rsidR="003931B3" w:rsidRPr="008570A1" w:rsidRDefault="003931B3" w:rsidP="00994572">
            <w:pPr>
              <w:rPr>
                <w:b/>
                <w:sz w:val="20"/>
                <w:szCs w:val="20"/>
              </w:rPr>
            </w:pPr>
            <w:r w:rsidRPr="008570A1">
              <w:rPr>
                <w:b/>
                <w:sz w:val="20"/>
                <w:szCs w:val="20"/>
              </w:rPr>
              <w:t>Unité :</w:t>
            </w:r>
          </w:p>
        </w:tc>
      </w:tr>
      <w:tr w:rsidR="008570A1" w:rsidTr="00FF4FF6">
        <w:trPr>
          <w:trHeight w:val="1134"/>
          <w:jc w:val="center"/>
        </w:trPr>
        <w:tc>
          <w:tcPr>
            <w:tcW w:w="1328" w:type="pct"/>
            <w:tcBorders>
              <w:bottom w:val="single" w:sz="4" w:space="0" w:color="auto"/>
            </w:tcBorders>
            <w:vAlign w:val="center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Nom du Directeur d’Unité</w:t>
            </w:r>
          </w:p>
        </w:tc>
        <w:tc>
          <w:tcPr>
            <w:tcW w:w="3672" w:type="pct"/>
            <w:tcBorders>
              <w:bottom w:val="single" w:sz="4" w:space="0" w:color="auto"/>
            </w:tcBorders>
            <w:vAlign w:val="center"/>
          </w:tcPr>
          <w:p w:rsidR="008570A1" w:rsidRPr="008570A1" w:rsidRDefault="008570A1" w:rsidP="00AC74DA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8570A1" w:rsidTr="00FF4FF6">
        <w:trPr>
          <w:trHeight w:val="1134"/>
          <w:jc w:val="center"/>
        </w:trPr>
        <w:tc>
          <w:tcPr>
            <w:tcW w:w="1328" w:type="pct"/>
            <w:vAlign w:val="center"/>
          </w:tcPr>
          <w:p w:rsidR="00FF4FF6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Descriptif de l’Unité</w:t>
            </w:r>
          </w:p>
        </w:tc>
        <w:tc>
          <w:tcPr>
            <w:tcW w:w="3672" w:type="pct"/>
            <w:vAlign w:val="center"/>
          </w:tcPr>
          <w:p w:rsidR="008570A1" w:rsidRPr="008570A1" w:rsidRDefault="008570A1" w:rsidP="00AC74DA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8570A1" w:rsidTr="00FF4FF6">
        <w:trPr>
          <w:trHeight w:val="1134"/>
          <w:jc w:val="center"/>
        </w:trPr>
        <w:tc>
          <w:tcPr>
            <w:tcW w:w="1328" w:type="pct"/>
            <w:vAlign w:val="center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Equipement de l’Unité et techniques utilisées</w:t>
            </w:r>
          </w:p>
        </w:tc>
        <w:tc>
          <w:tcPr>
            <w:tcW w:w="3672" w:type="pct"/>
            <w:vAlign w:val="center"/>
          </w:tcPr>
          <w:p w:rsidR="008570A1" w:rsidRPr="008570A1" w:rsidRDefault="008570A1" w:rsidP="00AC74DA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  <w:tr w:rsidR="008570A1" w:rsidTr="00FF4FF6">
        <w:trPr>
          <w:trHeight w:val="1134"/>
          <w:jc w:val="center"/>
        </w:trPr>
        <w:tc>
          <w:tcPr>
            <w:tcW w:w="1328" w:type="pct"/>
            <w:vAlign w:val="center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  <w:szCs w:val="20"/>
              </w:rPr>
            </w:pPr>
            <w:r w:rsidRPr="001566D7">
              <w:rPr>
                <w:b/>
                <w:sz w:val="20"/>
                <w:szCs w:val="20"/>
              </w:rPr>
              <w:t>Conditions de travail, d’hygiène et de sécurité</w:t>
            </w:r>
          </w:p>
        </w:tc>
        <w:tc>
          <w:tcPr>
            <w:tcW w:w="3672" w:type="pct"/>
            <w:vAlign w:val="center"/>
          </w:tcPr>
          <w:p w:rsidR="008570A1" w:rsidRPr="008570A1" w:rsidRDefault="008570A1" w:rsidP="00AC74DA">
            <w:pPr>
              <w:tabs>
                <w:tab w:val="left" w:pos="540"/>
                <w:tab w:val="left" w:pos="6120"/>
              </w:tabs>
              <w:ind w:right="-2034"/>
              <w:rPr>
                <w:sz w:val="20"/>
                <w:szCs w:val="20"/>
              </w:rPr>
            </w:pPr>
          </w:p>
        </w:tc>
      </w:tr>
    </w:tbl>
    <w:p w:rsidR="008570A1" w:rsidRDefault="008570A1" w:rsidP="005C284A">
      <w:pPr>
        <w:tabs>
          <w:tab w:val="left" w:pos="0"/>
          <w:tab w:val="left" w:pos="6120"/>
        </w:tabs>
        <w:spacing w:line="260" w:lineRule="exact"/>
        <w:rPr>
          <w:b/>
          <w:sz w:val="20"/>
          <w:szCs w:val="20"/>
        </w:rPr>
      </w:pPr>
      <w:r>
        <w:br w:type="page"/>
      </w:r>
      <w:r w:rsidRPr="001566D7">
        <w:rPr>
          <w:b/>
          <w:sz w:val="20"/>
          <w:szCs w:val="20"/>
        </w:rPr>
        <w:lastRenderedPageBreak/>
        <w:t>Le Centre de Formation d’Apprentissage</w:t>
      </w:r>
      <w:r w:rsidR="00FF4FF6">
        <w:rPr>
          <w:b/>
          <w:sz w:val="20"/>
          <w:szCs w:val="20"/>
        </w:rPr>
        <w:t xml:space="preserve"> (CFA)</w:t>
      </w:r>
      <w:r w:rsidR="00737360" w:rsidRPr="00DD0AFD">
        <w:rPr>
          <w:b/>
          <w:sz w:val="20"/>
          <w:szCs w:val="20"/>
        </w:rPr>
        <w:t>*</w:t>
      </w:r>
      <w:r w:rsidR="00FF4FF6">
        <w:rPr>
          <w:b/>
          <w:sz w:val="20"/>
          <w:szCs w:val="20"/>
        </w:rPr>
        <w:t xml:space="preserve"> </w:t>
      </w:r>
      <w:r w:rsidR="001566D7">
        <w:rPr>
          <w:b/>
          <w:sz w:val="20"/>
          <w:szCs w:val="20"/>
        </w:rPr>
        <w:t>:</w:t>
      </w:r>
    </w:p>
    <w:p w:rsidR="00FA2DF0" w:rsidRPr="00F51A1B" w:rsidRDefault="00FA2DF0" w:rsidP="00FB73B6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A2DF0" w:rsidRPr="00F51A1B" w:rsidRDefault="00FA2DF0" w:rsidP="00FB73B6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1566D7" w:rsidRDefault="001566D7" w:rsidP="005C284A">
      <w:pPr>
        <w:tabs>
          <w:tab w:val="left" w:pos="540"/>
          <w:tab w:val="left" w:pos="6120"/>
        </w:tabs>
        <w:spacing w:line="260" w:lineRule="exact"/>
        <w:rPr>
          <w:b/>
          <w:sz w:val="20"/>
          <w:szCs w:val="20"/>
        </w:rPr>
      </w:pPr>
    </w:p>
    <w:tbl>
      <w:tblPr>
        <w:tblW w:w="496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0"/>
        <w:gridCol w:w="6506"/>
      </w:tblGrid>
      <w:tr w:rsidR="008570A1" w:rsidTr="00FA2DF0">
        <w:tc>
          <w:tcPr>
            <w:tcW w:w="1384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Localisation géographique du CFA</w:t>
            </w: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</w:tc>
        <w:tc>
          <w:tcPr>
            <w:tcW w:w="3616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  <w:tr w:rsidR="008570A1" w:rsidTr="00FA2DF0">
        <w:tc>
          <w:tcPr>
            <w:tcW w:w="1384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Nombre d’apprentis par formation</w:t>
            </w: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</w:tc>
        <w:tc>
          <w:tcPr>
            <w:tcW w:w="3616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  <w:tr w:rsidR="008570A1" w:rsidTr="00FA2DF0">
        <w:tc>
          <w:tcPr>
            <w:tcW w:w="1384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Taux de réussite au diplôme préparé</w:t>
            </w: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</w:tc>
        <w:tc>
          <w:tcPr>
            <w:tcW w:w="3616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  <w:tr w:rsidR="008570A1" w:rsidTr="00FA2DF0">
        <w:tc>
          <w:tcPr>
            <w:tcW w:w="1384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Débouchés possibles</w:t>
            </w:r>
          </w:p>
          <w:p w:rsidR="008570A1" w:rsidRPr="001566D7" w:rsidRDefault="00FF4FF6" w:rsidP="00AC74DA">
            <w:pPr>
              <w:pStyle w:val="Titre3"/>
              <w:jc w:val="left"/>
              <w:rPr>
                <w:bCs w:val="0"/>
                <w:i/>
                <w:iCs/>
              </w:rPr>
            </w:pPr>
            <w:r>
              <w:rPr>
                <w:bCs w:val="0"/>
                <w:i/>
                <w:iCs/>
              </w:rPr>
              <w:t>(</w:t>
            </w:r>
            <w:r w:rsidR="008570A1" w:rsidRPr="001566D7">
              <w:rPr>
                <w:bCs w:val="0"/>
                <w:i/>
                <w:iCs/>
              </w:rPr>
              <w:t>Taux d’accès à l’emploi</w:t>
            </w:r>
            <w:r>
              <w:rPr>
                <w:bCs w:val="0"/>
                <w:i/>
                <w:iCs/>
              </w:rPr>
              <w:t>)</w:t>
            </w: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</w:tc>
        <w:tc>
          <w:tcPr>
            <w:tcW w:w="3616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</w:tbl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737360" w:rsidRPr="00DD0AFD" w:rsidRDefault="00737360" w:rsidP="005C284A">
      <w:pPr>
        <w:tabs>
          <w:tab w:val="left" w:pos="540"/>
          <w:tab w:val="left" w:pos="6120"/>
        </w:tabs>
        <w:spacing w:line="260" w:lineRule="exact"/>
        <w:rPr>
          <w:i/>
          <w:sz w:val="20"/>
        </w:rPr>
      </w:pPr>
      <w:r w:rsidRPr="00DD0AFD">
        <w:rPr>
          <w:i/>
          <w:sz w:val="20"/>
        </w:rPr>
        <w:t>* L’identification d’un CFA ne lie pas le maître d’apprentissage lors du recrutement de l’apprenti. Celui-ci pourra être recruté en lien avec un autre CFA, la formation devant correspondre à celle pour l</w:t>
      </w:r>
      <w:r w:rsidR="00DD0AFD">
        <w:rPr>
          <w:i/>
          <w:sz w:val="20"/>
        </w:rPr>
        <w:t>a</w:t>
      </w:r>
      <w:r w:rsidRPr="00DD0AFD">
        <w:rPr>
          <w:i/>
          <w:sz w:val="20"/>
        </w:rPr>
        <w:t>quel</w:t>
      </w:r>
      <w:r w:rsidR="00DD0AFD">
        <w:rPr>
          <w:i/>
          <w:sz w:val="20"/>
        </w:rPr>
        <w:t>le</w:t>
      </w:r>
      <w:r w:rsidRPr="00DD0AFD">
        <w:rPr>
          <w:i/>
          <w:sz w:val="20"/>
        </w:rPr>
        <w:t xml:space="preserve"> le maître d’apprentissage a été agréé.</w:t>
      </w:r>
    </w:p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tbl>
      <w:tblPr>
        <w:tblW w:w="496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6519"/>
      </w:tblGrid>
      <w:tr w:rsidR="00DD0AFD" w:rsidTr="00FA2DF0">
        <w:tc>
          <w:tcPr>
            <w:tcW w:w="1377" w:type="pct"/>
          </w:tcPr>
          <w:p w:rsidR="00DD0AFD" w:rsidRDefault="00DD0AFD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Financement du contrat </w:t>
            </w:r>
          </w:p>
          <w:p w:rsidR="00DD0AFD" w:rsidRPr="00DD0AFD" w:rsidRDefault="00DD0AFD" w:rsidP="00AC74DA">
            <w:pPr>
              <w:tabs>
                <w:tab w:val="left" w:pos="540"/>
                <w:tab w:val="left" w:pos="6120"/>
              </w:tabs>
              <w:rPr>
                <w:i/>
                <w:sz w:val="20"/>
              </w:rPr>
            </w:pPr>
            <w:r w:rsidRPr="00DD0AFD">
              <w:rPr>
                <w:i/>
                <w:sz w:val="20"/>
              </w:rPr>
              <w:t>(indiquez le mode de financement choisi : ressources propres ou subvention</w:t>
            </w:r>
            <w:r>
              <w:rPr>
                <w:i/>
                <w:sz w:val="20"/>
              </w:rPr>
              <w:t>s</w:t>
            </w:r>
            <w:r w:rsidRPr="00DD0AFD">
              <w:rPr>
                <w:i/>
                <w:sz w:val="20"/>
              </w:rPr>
              <w:t xml:space="preserve"> d’Etat)</w:t>
            </w:r>
          </w:p>
        </w:tc>
        <w:tc>
          <w:tcPr>
            <w:tcW w:w="3623" w:type="pct"/>
          </w:tcPr>
          <w:p w:rsidR="00DD0AFD" w:rsidRDefault="00DD0AFD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  <w:tr w:rsidR="008570A1" w:rsidTr="00FA2DF0">
        <w:tc>
          <w:tcPr>
            <w:tcW w:w="1377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i/>
                <w:sz w:val="20"/>
              </w:rPr>
            </w:pPr>
            <w:r w:rsidRPr="001566D7">
              <w:rPr>
                <w:b/>
                <w:sz w:val="20"/>
              </w:rPr>
              <w:t>Transmis à la DRH</w:t>
            </w:r>
            <w:bookmarkStart w:id="0" w:name="_GoBack"/>
            <w:bookmarkEnd w:id="0"/>
            <w:r w:rsidRPr="001566D7">
              <w:rPr>
                <w:b/>
                <w:sz w:val="20"/>
              </w:rPr>
              <w:t xml:space="preserve"> par le Président de Centre </w:t>
            </w:r>
            <w:r w:rsidRPr="001566D7">
              <w:rPr>
                <w:b/>
                <w:i/>
                <w:sz w:val="20"/>
              </w:rPr>
              <w:t>(date)</w:t>
            </w: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i/>
                <w:sz w:val="20"/>
              </w:rPr>
            </w:pPr>
          </w:p>
        </w:tc>
        <w:tc>
          <w:tcPr>
            <w:tcW w:w="3623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  <w:tr w:rsidR="008570A1" w:rsidTr="00FA2DF0">
        <w:tc>
          <w:tcPr>
            <w:tcW w:w="1377" w:type="pct"/>
          </w:tcPr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8570A1" w:rsidRP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Avis de la Direction générale</w:t>
            </w:r>
          </w:p>
          <w:p w:rsidR="001566D7" w:rsidRDefault="001566D7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1566D7" w:rsidRDefault="008570A1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  <w:r w:rsidRPr="001566D7">
              <w:rPr>
                <w:b/>
                <w:sz w:val="20"/>
              </w:rPr>
              <w:t>Le</w:t>
            </w:r>
            <w:r w:rsidR="001566D7">
              <w:rPr>
                <w:b/>
                <w:sz w:val="20"/>
              </w:rPr>
              <w:t xml:space="preserve"> </w:t>
            </w:r>
            <w:r w:rsidR="001566D7" w:rsidRPr="001566D7">
              <w:rPr>
                <w:sz w:val="20"/>
              </w:rPr>
              <w:t>……………………</w:t>
            </w:r>
            <w:r w:rsidR="00B759D7" w:rsidRPr="001566D7">
              <w:rPr>
                <w:sz w:val="20"/>
              </w:rPr>
              <w:t>……</w:t>
            </w:r>
            <w:r w:rsidR="001566D7" w:rsidRPr="001566D7">
              <w:rPr>
                <w:sz w:val="20"/>
              </w:rPr>
              <w:t>.</w:t>
            </w:r>
          </w:p>
          <w:p w:rsidR="001566D7" w:rsidRDefault="001566D7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  <w:p w:rsidR="001566D7" w:rsidRPr="001566D7" w:rsidRDefault="001566D7" w:rsidP="00AC74DA">
            <w:pPr>
              <w:tabs>
                <w:tab w:val="left" w:pos="540"/>
                <w:tab w:val="left" w:pos="6120"/>
              </w:tabs>
              <w:rPr>
                <w:b/>
                <w:sz w:val="20"/>
              </w:rPr>
            </w:pPr>
          </w:p>
        </w:tc>
        <w:tc>
          <w:tcPr>
            <w:tcW w:w="3623" w:type="pct"/>
          </w:tcPr>
          <w:p w:rsidR="008570A1" w:rsidRDefault="008570A1" w:rsidP="00AC74DA">
            <w:pPr>
              <w:tabs>
                <w:tab w:val="left" w:pos="540"/>
                <w:tab w:val="left" w:pos="6120"/>
              </w:tabs>
              <w:rPr>
                <w:sz w:val="20"/>
              </w:rPr>
            </w:pPr>
          </w:p>
        </w:tc>
      </w:tr>
    </w:tbl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8570A1" w:rsidRDefault="008570A1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1566D7" w:rsidRDefault="001566D7" w:rsidP="005C284A">
      <w:pPr>
        <w:tabs>
          <w:tab w:val="left" w:pos="540"/>
          <w:tab w:val="left" w:pos="6120"/>
        </w:tabs>
        <w:spacing w:line="260" w:lineRule="exact"/>
        <w:rPr>
          <w:sz w:val="20"/>
        </w:rPr>
      </w:pPr>
    </w:p>
    <w:p w:rsidR="001566D7" w:rsidRPr="00AC74DA" w:rsidRDefault="008570A1" w:rsidP="005C284A">
      <w:pPr>
        <w:tabs>
          <w:tab w:val="left" w:pos="0"/>
        </w:tabs>
        <w:spacing w:line="260" w:lineRule="exact"/>
        <w:ind w:right="1134"/>
        <w:jc w:val="right"/>
        <w:rPr>
          <w:b/>
          <w:sz w:val="20"/>
        </w:rPr>
      </w:pPr>
      <w:r w:rsidRPr="00AC74DA">
        <w:rPr>
          <w:b/>
          <w:sz w:val="20"/>
        </w:rPr>
        <w:t>Signature du Président de Centre</w:t>
      </w:r>
    </w:p>
    <w:p w:rsidR="008570A1" w:rsidRPr="00F91F9C" w:rsidRDefault="001566D7" w:rsidP="005C284A">
      <w:pPr>
        <w:tabs>
          <w:tab w:val="left" w:pos="540"/>
          <w:tab w:val="left" w:pos="6120"/>
        </w:tabs>
        <w:spacing w:line="260" w:lineRule="exact"/>
        <w:jc w:val="center"/>
        <w:rPr>
          <w:b/>
          <w:i/>
          <w:u w:val="single"/>
        </w:rPr>
      </w:pPr>
      <w:r>
        <w:rPr>
          <w:sz w:val="20"/>
        </w:rPr>
        <w:br w:type="page"/>
      </w:r>
      <w:r w:rsidR="009E570F">
        <w:rPr>
          <w:b/>
          <w:i/>
          <w:u w:val="single"/>
        </w:rPr>
        <w:lastRenderedPageBreak/>
        <w:t>Annexe 2</w:t>
      </w:r>
      <w:r w:rsidRPr="00F91F9C">
        <w:rPr>
          <w:b/>
          <w:i/>
          <w:u w:val="single"/>
        </w:rPr>
        <w:t>-</w:t>
      </w:r>
      <w:r w:rsidR="009E570F">
        <w:rPr>
          <w:b/>
          <w:i/>
          <w:u w:val="single"/>
        </w:rPr>
        <w:t>b</w:t>
      </w:r>
    </w:p>
    <w:p w:rsidR="001566D7" w:rsidRPr="00F91F9C" w:rsidRDefault="001566D7" w:rsidP="005C284A">
      <w:pPr>
        <w:pStyle w:val="Titre1"/>
        <w:tabs>
          <w:tab w:val="left" w:pos="1080"/>
          <w:tab w:val="left" w:pos="5220"/>
        </w:tabs>
        <w:spacing w:line="260" w:lineRule="exact"/>
        <w:jc w:val="center"/>
        <w:rPr>
          <w:i/>
          <w:sz w:val="22"/>
          <w:szCs w:val="22"/>
          <w:u w:val="single"/>
        </w:rPr>
      </w:pPr>
      <w:r w:rsidRPr="00F91F9C">
        <w:rPr>
          <w:i/>
          <w:sz w:val="22"/>
          <w:szCs w:val="22"/>
          <w:u w:val="single"/>
        </w:rPr>
        <w:t>Lettre-</w:t>
      </w:r>
      <w:r w:rsidR="006F72E4">
        <w:rPr>
          <w:i/>
          <w:sz w:val="22"/>
          <w:szCs w:val="22"/>
          <w:u w:val="single"/>
        </w:rPr>
        <w:t>t</w:t>
      </w:r>
      <w:r w:rsidRPr="00F91F9C">
        <w:rPr>
          <w:i/>
          <w:sz w:val="22"/>
          <w:szCs w:val="22"/>
          <w:u w:val="single"/>
        </w:rPr>
        <w:t xml:space="preserve">ype de candidature </w:t>
      </w:r>
      <w:r w:rsidR="006F72E4">
        <w:rPr>
          <w:i/>
          <w:sz w:val="22"/>
          <w:szCs w:val="22"/>
          <w:u w:val="single"/>
        </w:rPr>
        <w:t>à la m</w:t>
      </w:r>
      <w:r w:rsidRPr="00F91F9C">
        <w:rPr>
          <w:i/>
          <w:sz w:val="22"/>
          <w:szCs w:val="22"/>
          <w:u w:val="single"/>
        </w:rPr>
        <w:t>aîtr</w:t>
      </w:r>
      <w:r w:rsidR="006F72E4">
        <w:rPr>
          <w:i/>
          <w:sz w:val="22"/>
          <w:szCs w:val="22"/>
          <w:u w:val="single"/>
        </w:rPr>
        <w:t>is</w:t>
      </w:r>
      <w:r w:rsidRPr="00F91F9C">
        <w:rPr>
          <w:i/>
          <w:sz w:val="22"/>
          <w:szCs w:val="22"/>
          <w:u w:val="single"/>
        </w:rPr>
        <w:t>e d’</w:t>
      </w:r>
      <w:r w:rsidR="006F72E4">
        <w:rPr>
          <w:i/>
          <w:sz w:val="22"/>
          <w:szCs w:val="22"/>
          <w:u w:val="single"/>
        </w:rPr>
        <w:t>a</w:t>
      </w:r>
      <w:r w:rsidRPr="00F91F9C">
        <w:rPr>
          <w:i/>
          <w:sz w:val="22"/>
          <w:szCs w:val="22"/>
          <w:u w:val="single"/>
        </w:rPr>
        <w:t>pprentissage</w:t>
      </w:r>
    </w:p>
    <w:p w:rsidR="001566D7" w:rsidRPr="00840405" w:rsidRDefault="001566D7" w:rsidP="005C284A">
      <w:pPr>
        <w:tabs>
          <w:tab w:val="left" w:pos="540"/>
          <w:tab w:val="left" w:pos="6120"/>
        </w:tabs>
        <w:spacing w:line="260" w:lineRule="exact"/>
        <w:jc w:val="center"/>
        <w:rPr>
          <w:color w:val="99CC00"/>
          <w:sz w:val="20"/>
          <w:szCs w:val="20"/>
        </w:rPr>
      </w:pPr>
    </w:p>
    <w:p w:rsidR="001566D7" w:rsidRDefault="001566D7" w:rsidP="005C284A">
      <w:pPr>
        <w:spacing w:line="260" w:lineRule="exact"/>
        <w:jc w:val="both"/>
        <w:rPr>
          <w:b/>
          <w:sz w:val="20"/>
          <w:szCs w:val="20"/>
        </w:rPr>
      </w:pPr>
    </w:p>
    <w:p w:rsidR="00AD6433" w:rsidRPr="00F51A1B" w:rsidRDefault="00AD6433" w:rsidP="005C284A">
      <w:pPr>
        <w:spacing w:line="260" w:lineRule="exact"/>
        <w:jc w:val="both"/>
        <w:rPr>
          <w:b/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b/>
          <w:sz w:val="20"/>
          <w:szCs w:val="20"/>
        </w:rPr>
      </w:pPr>
      <w:r w:rsidRPr="00F51A1B">
        <w:rPr>
          <w:b/>
          <w:sz w:val="20"/>
          <w:szCs w:val="20"/>
        </w:rPr>
        <w:t>Objet : Candidature à la maîtrise d’Apprentissage</w:t>
      </w:r>
    </w:p>
    <w:p w:rsidR="001566D7" w:rsidRPr="00F51A1B" w:rsidRDefault="001566D7" w:rsidP="005C284A">
      <w:pPr>
        <w:spacing w:line="260" w:lineRule="exact"/>
        <w:jc w:val="both"/>
        <w:rPr>
          <w:b/>
          <w:sz w:val="20"/>
          <w:szCs w:val="20"/>
        </w:rPr>
      </w:pPr>
      <w:r w:rsidRPr="00F51A1B">
        <w:rPr>
          <w:b/>
          <w:sz w:val="20"/>
          <w:szCs w:val="20"/>
        </w:rPr>
        <w:t>NOM, PRENOM du candidat</w:t>
      </w:r>
    </w:p>
    <w:p w:rsidR="00FA2DF0" w:rsidRPr="00F51A1B" w:rsidRDefault="00FA2DF0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sz w:val="20"/>
          <w:szCs w:val="20"/>
        </w:rPr>
        <w:t>Je me porte volontaire pour remplir les fonctions de Maître d’Apprentissage auprès d’un jeune ayant choisi de se former au sein de mon unité par le biais d’un contrat d’apprentissage.</w:t>
      </w:r>
    </w:p>
    <w:p w:rsidR="00FA2DF0" w:rsidRPr="00F51A1B" w:rsidRDefault="00FA2DF0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b/>
          <w:sz w:val="20"/>
          <w:szCs w:val="20"/>
          <w:u w:val="single"/>
        </w:rPr>
        <w:t>Motivations</w:t>
      </w:r>
      <w:r w:rsidRPr="00F51A1B">
        <w:rPr>
          <w:sz w:val="20"/>
          <w:szCs w:val="20"/>
        </w:rPr>
        <w:t> :</w:t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1566D7" w:rsidRPr="00F51A1B" w:rsidRDefault="001566D7" w:rsidP="005C284A">
      <w:pPr>
        <w:spacing w:line="260" w:lineRule="exact"/>
        <w:jc w:val="both"/>
        <w:rPr>
          <w:b/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b/>
          <w:sz w:val="20"/>
          <w:szCs w:val="20"/>
          <w:u w:val="single"/>
        </w:rPr>
        <w:t>Diplôme(s) et expérience(s)</w:t>
      </w:r>
      <w:r w:rsidRPr="00F51A1B">
        <w:rPr>
          <w:sz w:val="20"/>
          <w:szCs w:val="20"/>
        </w:rPr>
        <w:t> :</w:t>
      </w:r>
    </w:p>
    <w:p w:rsidR="001566D7" w:rsidRPr="00F51A1B" w:rsidRDefault="001566D7" w:rsidP="00366E7C">
      <w:pPr>
        <w:tabs>
          <w:tab w:val="left" w:pos="8505"/>
          <w:tab w:val="left" w:pos="9639"/>
        </w:tabs>
        <w:spacing w:line="260" w:lineRule="exact"/>
        <w:ind w:right="-1"/>
        <w:jc w:val="both"/>
        <w:rPr>
          <w:i/>
          <w:sz w:val="20"/>
          <w:szCs w:val="20"/>
        </w:rPr>
      </w:pPr>
      <w:r w:rsidRPr="00F51A1B">
        <w:rPr>
          <w:i/>
          <w:sz w:val="20"/>
          <w:szCs w:val="20"/>
        </w:rPr>
        <w:t>(</w:t>
      </w:r>
      <w:r w:rsidRPr="00F51A1B">
        <w:rPr>
          <w:bCs/>
          <w:i/>
          <w:sz w:val="20"/>
          <w:szCs w:val="20"/>
        </w:rPr>
        <w:t xml:space="preserve">Mentionner le diplôme, le nombre d’années travaillées, l’expérience et les formations utiles pour la </w:t>
      </w:r>
      <w:r w:rsidR="00366E7C">
        <w:rPr>
          <w:bCs/>
          <w:i/>
          <w:sz w:val="20"/>
          <w:szCs w:val="20"/>
        </w:rPr>
        <w:t>f</w:t>
      </w:r>
      <w:r w:rsidRPr="00F51A1B">
        <w:rPr>
          <w:bCs/>
          <w:i/>
          <w:sz w:val="20"/>
          <w:szCs w:val="20"/>
        </w:rPr>
        <w:t>onction, etc</w:t>
      </w:r>
      <w:r w:rsidRPr="00F51A1B">
        <w:rPr>
          <w:i/>
          <w:sz w:val="20"/>
          <w:szCs w:val="20"/>
        </w:rPr>
        <w:t>.)</w:t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1566D7" w:rsidRPr="00F51A1B" w:rsidRDefault="001566D7" w:rsidP="005C284A">
      <w:pPr>
        <w:spacing w:line="260" w:lineRule="exact"/>
        <w:jc w:val="both"/>
        <w:rPr>
          <w:i/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b/>
          <w:sz w:val="20"/>
          <w:szCs w:val="20"/>
          <w:u w:val="single"/>
        </w:rPr>
        <w:t>Encadrement déjà effectué </w:t>
      </w:r>
      <w:r w:rsidRPr="00F51A1B">
        <w:rPr>
          <w:sz w:val="20"/>
          <w:szCs w:val="20"/>
        </w:rPr>
        <w:t>:</w:t>
      </w:r>
    </w:p>
    <w:p w:rsidR="001566D7" w:rsidRPr="00F51A1B" w:rsidRDefault="001566D7" w:rsidP="005C284A">
      <w:pPr>
        <w:spacing w:line="260" w:lineRule="exact"/>
        <w:jc w:val="both"/>
        <w:rPr>
          <w:i/>
          <w:sz w:val="20"/>
          <w:szCs w:val="20"/>
        </w:rPr>
      </w:pPr>
      <w:r w:rsidRPr="00F51A1B">
        <w:rPr>
          <w:i/>
          <w:sz w:val="20"/>
          <w:szCs w:val="20"/>
        </w:rPr>
        <w:t>(Mentionner le nombre des stagiaires et les types de formations suivies, donner des éléments de bilan si un apprenti a déjà été encadré, etc.)</w:t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F51A1B" w:rsidRPr="00F51A1B" w:rsidRDefault="00F51A1B" w:rsidP="00366E7C">
      <w:pPr>
        <w:tabs>
          <w:tab w:val="right" w:leader="hyphen" w:pos="9072"/>
        </w:tabs>
        <w:spacing w:line="260" w:lineRule="exact"/>
        <w:jc w:val="both"/>
        <w:rPr>
          <w:rFonts w:ascii="Comic Sans MS" w:hAnsi="Comic Sans MS"/>
          <w:sz w:val="20"/>
          <w:szCs w:val="20"/>
        </w:rPr>
      </w:pPr>
      <w:r w:rsidRPr="00F51A1B">
        <w:rPr>
          <w:rFonts w:ascii="Comic Sans MS" w:hAnsi="Comic Sans MS"/>
          <w:sz w:val="20"/>
          <w:szCs w:val="20"/>
        </w:rPr>
        <w:tab/>
      </w:r>
    </w:p>
    <w:p w:rsidR="00265A45" w:rsidRPr="00F51A1B" w:rsidRDefault="00265A45" w:rsidP="005C284A">
      <w:pPr>
        <w:spacing w:line="260" w:lineRule="exact"/>
        <w:jc w:val="both"/>
        <w:rPr>
          <w:b/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sz w:val="20"/>
          <w:szCs w:val="20"/>
        </w:rPr>
        <w:t>Je m’engage à :</w:t>
      </w: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366E7C">
      <w:pPr>
        <w:numPr>
          <w:ilvl w:val="0"/>
          <w:numId w:val="13"/>
        </w:numPr>
        <w:tabs>
          <w:tab w:val="clear" w:pos="1068"/>
          <w:tab w:val="num" w:pos="567"/>
        </w:tabs>
        <w:spacing w:after="120" w:line="260" w:lineRule="exact"/>
        <w:ind w:left="567" w:hanging="283"/>
        <w:jc w:val="both"/>
        <w:rPr>
          <w:sz w:val="20"/>
          <w:szCs w:val="20"/>
        </w:rPr>
      </w:pPr>
      <w:r w:rsidRPr="00F51A1B">
        <w:rPr>
          <w:sz w:val="20"/>
          <w:szCs w:val="20"/>
        </w:rPr>
        <w:t>remplir la fonction de Maître d’Apprentissage pleinement en assurant un suivi régulier de l’apprenti en lien avec le CFA et son bon encadrement au sein de mon équipe ;</w:t>
      </w:r>
    </w:p>
    <w:p w:rsidR="001566D7" w:rsidRPr="00F51A1B" w:rsidRDefault="001566D7" w:rsidP="00366E7C">
      <w:pPr>
        <w:numPr>
          <w:ilvl w:val="0"/>
          <w:numId w:val="13"/>
        </w:numPr>
        <w:tabs>
          <w:tab w:val="clear" w:pos="1068"/>
          <w:tab w:val="num" w:pos="567"/>
        </w:tabs>
        <w:spacing w:after="120" w:line="260" w:lineRule="exact"/>
        <w:ind w:left="567" w:hanging="283"/>
        <w:jc w:val="both"/>
        <w:rPr>
          <w:sz w:val="20"/>
          <w:szCs w:val="20"/>
        </w:rPr>
      </w:pPr>
      <w:r w:rsidRPr="00F51A1B">
        <w:rPr>
          <w:sz w:val="20"/>
          <w:szCs w:val="20"/>
        </w:rPr>
        <w:t xml:space="preserve">suivre la formation </w:t>
      </w:r>
      <w:r w:rsidR="00284294" w:rsidRPr="00F51A1B">
        <w:rPr>
          <w:sz w:val="20"/>
          <w:szCs w:val="20"/>
        </w:rPr>
        <w:t>obligatoire </w:t>
      </w:r>
      <w:r w:rsidRPr="00F51A1B">
        <w:rPr>
          <w:sz w:val="20"/>
          <w:szCs w:val="20"/>
        </w:rPr>
        <w:t>de</w:t>
      </w:r>
      <w:r w:rsidR="00284294">
        <w:rPr>
          <w:sz w:val="20"/>
          <w:szCs w:val="20"/>
        </w:rPr>
        <w:t>stinée aux</w:t>
      </w:r>
      <w:r w:rsidRPr="00F51A1B">
        <w:rPr>
          <w:sz w:val="20"/>
          <w:szCs w:val="20"/>
        </w:rPr>
        <w:t xml:space="preserve"> tuteur</w:t>
      </w:r>
      <w:r w:rsidR="00284294">
        <w:rPr>
          <w:sz w:val="20"/>
          <w:szCs w:val="20"/>
        </w:rPr>
        <w:t>s et</w:t>
      </w:r>
      <w:r w:rsidRPr="00F51A1B">
        <w:rPr>
          <w:sz w:val="20"/>
          <w:szCs w:val="20"/>
        </w:rPr>
        <w:t xml:space="preserve"> dispensée par </w:t>
      </w:r>
      <w:smartTag w:uri="urn:schemas-microsoft-com:office:smarttags" w:element="PersonName">
        <w:smartTagPr>
          <w:attr w:name="ProductID" w:val="la Formation Permanente"/>
        </w:smartTagPr>
        <w:r w:rsidRPr="00F51A1B">
          <w:rPr>
            <w:sz w:val="20"/>
            <w:szCs w:val="20"/>
          </w:rPr>
          <w:t>la Formation Permanente</w:t>
        </w:r>
      </w:smartTag>
      <w:r w:rsidRPr="00F51A1B">
        <w:rPr>
          <w:sz w:val="20"/>
          <w:szCs w:val="20"/>
        </w:rPr>
        <w:t xml:space="preserve"> Nationale;</w:t>
      </w:r>
    </w:p>
    <w:p w:rsidR="001566D7" w:rsidRPr="00F51A1B" w:rsidRDefault="001566D7" w:rsidP="00366E7C">
      <w:pPr>
        <w:numPr>
          <w:ilvl w:val="0"/>
          <w:numId w:val="13"/>
        </w:numPr>
        <w:tabs>
          <w:tab w:val="clear" w:pos="1068"/>
          <w:tab w:val="num" w:pos="567"/>
        </w:tabs>
        <w:spacing w:after="120" w:line="260" w:lineRule="exact"/>
        <w:ind w:left="567" w:hanging="283"/>
        <w:jc w:val="both"/>
        <w:rPr>
          <w:sz w:val="20"/>
          <w:szCs w:val="20"/>
        </w:rPr>
      </w:pPr>
      <w:r w:rsidRPr="00F51A1B">
        <w:rPr>
          <w:sz w:val="20"/>
          <w:szCs w:val="20"/>
        </w:rPr>
        <w:t xml:space="preserve">avertir le Responsable de </w:t>
      </w:r>
      <w:smartTag w:uri="urn:schemas-microsoft-com:office:smarttags" w:element="PersonName">
        <w:smartTagPr>
          <w:attr w:name="ProductID" w:val="la Formation Permanente Locale"/>
        </w:smartTagPr>
        <w:r w:rsidRPr="00F51A1B">
          <w:rPr>
            <w:sz w:val="20"/>
            <w:szCs w:val="20"/>
          </w:rPr>
          <w:t>la Formation Permanente Locale</w:t>
        </w:r>
      </w:smartTag>
      <w:r w:rsidRPr="00F51A1B">
        <w:rPr>
          <w:sz w:val="20"/>
          <w:szCs w:val="20"/>
        </w:rPr>
        <w:t xml:space="preserve"> des éventuels problèmes rencontrés avec le CFA.</w:t>
      </w: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  <w:r w:rsidRPr="00F51A1B">
        <w:rPr>
          <w:sz w:val="20"/>
          <w:szCs w:val="20"/>
        </w:rPr>
        <w:t>Je n’ai, à la date d’aujourd’hui, aucun projet de mobilité qui soit susceptible de compromettre l’encadrement effectif de l’apprenti que j’accueille pendant la durée de son contrat.</w:t>
      </w: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both"/>
        <w:rPr>
          <w:sz w:val="20"/>
          <w:szCs w:val="20"/>
        </w:rPr>
      </w:pPr>
    </w:p>
    <w:p w:rsidR="001566D7" w:rsidRPr="00F51A1B" w:rsidRDefault="001566D7" w:rsidP="005C284A">
      <w:pPr>
        <w:spacing w:line="260" w:lineRule="exact"/>
        <w:jc w:val="right"/>
        <w:rPr>
          <w:sz w:val="20"/>
          <w:szCs w:val="20"/>
        </w:rPr>
      </w:pPr>
      <w:r w:rsidRPr="00F51A1B">
        <w:rPr>
          <w:sz w:val="20"/>
          <w:szCs w:val="20"/>
        </w:rPr>
        <w:t xml:space="preserve">Fait à …………………………. le </w:t>
      </w:r>
      <w:r w:rsidR="00F51A1B">
        <w:rPr>
          <w:sz w:val="20"/>
          <w:szCs w:val="20"/>
        </w:rPr>
        <w:t>…………………………</w:t>
      </w:r>
      <w:r w:rsidRPr="00F51A1B">
        <w:rPr>
          <w:sz w:val="20"/>
          <w:szCs w:val="20"/>
        </w:rPr>
        <w:tab/>
      </w:r>
      <w:r w:rsidRPr="00F51A1B">
        <w:rPr>
          <w:sz w:val="20"/>
          <w:szCs w:val="20"/>
        </w:rPr>
        <w:tab/>
      </w:r>
    </w:p>
    <w:p w:rsidR="00265A45" w:rsidRPr="00F51A1B" w:rsidRDefault="001566D7" w:rsidP="00840405">
      <w:pPr>
        <w:spacing w:line="260" w:lineRule="exact"/>
        <w:ind w:right="708"/>
        <w:jc w:val="right"/>
        <w:rPr>
          <w:sz w:val="20"/>
          <w:szCs w:val="20"/>
        </w:rPr>
      </w:pPr>
      <w:r w:rsidRPr="00F51A1B">
        <w:rPr>
          <w:sz w:val="20"/>
          <w:szCs w:val="20"/>
        </w:rPr>
        <w:t>Signature</w:t>
      </w:r>
      <w:r w:rsidR="00F51A1B">
        <w:rPr>
          <w:sz w:val="20"/>
          <w:szCs w:val="20"/>
        </w:rPr>
        <w:t xml:space="preserve"> </w:t>
      </w:r>
      <w:r w:rsidRPr="00F51A1B">
        <w:rPr>
          <w:sz w:val="20"/>
          <w:szCs w:val="20"/>
        </w:rPr>
        <w:t xml:space="preserve"> </w:t>
      </w:r>
    </w:p>
    <w:p w:rsidR="00265A45" w:rsidRDefault="00F91F9C" w:rsidP="005C284A">
      <w:pPr>
        <w:spacing w:line="260" w:lineRule="exac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Visa </w:t>
      </w:r>
      <w:r w:rsidR="001566D7" w:rsidRPr="00F51A1B">
        <w:rPr>
          <w:sz w:val="20"/>
          <w:szCs w:val="20"/>
          <w:u w:val="single"/>
        </w:rPr>
        <w:t>du Directeur d’Unité</w:t>
      </w:r>
    </w:p>
    <w:p w:rsidR="00BC5B4D" w:rsidRPr="00840405" w:rsidRDefault="001566D7" w:rsidP="00840405">
      <w:pPr>
        <w:spacing w:line="260" w:lineRule="exact"/>
        <w:jc w:val="both"/>
        <w:rPr>
          <w:sz w:val="20"/>
          <w:szCs w:val="20"/>
        </w:rPr>
      </w:pPr>
      <w:r w:rsidRPr="00F51A1B">
        <w:rPr>
          <w:sz w:val="20"/>
          <w:szCs w:val="20"/>
        </w:rPr>
        <w:t>Date &amp; signature</w:t>
      </w:r>
    </w:p>
    <w:sectPr w:rsidR="00BC5B4D" w:rsidRPr="00840405" w:rsidSect="00122995">
      <w:headerReference w:type="default" r:id="rId7"/>
      <w:footerReference w:type="even" r:id="rId8"/>
      <w:footerReference w:type="default" r:id="rId9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27B" w:rsidRDefault="008F027B">
      <w:r>
        <w:separator/>
      </w:r>
    </w:p>
  </w:endnote>
  <w:endnote w:type="continuationSeparator" w:id="0">
    <w:p w:rsidR="008F027B" w:rsidRDefault="008F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3B" w:rsidRDefault="003E0F3B" w:rsidP="00D8652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E0F3B" w:rsidRDefault="003E0F3B" w:rsidP="00F64A4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3B" w:rsidRDefault="003E0F3B" w:rsidP="00F64A49">
    <w:pPr>
      <w:pStyle w:val="Pieddepage"/>
      <w:ind w:right="360"/>
    </w:pPr>
  </w:p>
  <w:p w:rsidR="003E0F3B" w:rsidRPr="00D86528" w:rsidRDefault="003E0F3B" w:rsidP="00D86528">
    <w:pPr>
      <w:pStyle w:val="Pieddepage"/>
      <w:framePr w:wrap="around" w:vAnchor="text" w:hAnchor="page" w:x="10162" w:y="227"/>
      <w:rPr>
        <w:rStyle w:val="Numrodepage"/>
        <w:sz w:val="18"/>
        <w:szCs w:val="18"/>
      </w:rPr>
    </w:pPr>
    <w:r w:rsidRPr="00D86528">
      <w:rPr>
        <w:rStyle w:val="Numrodepage"/>
        <w:sz w:val="18"/>
        <w:szCs w:val="18"/>
      </w:rPr>
      <w:fldChar w:fldCharType="begin"/>
    </w:r>
    <w:r w:rsidRPr="00D86528">
      <w:rPr>
        <w:rStyle w:val="Numrodepage"/>
        <w:sz w:val="18"/>
        <w:szCs w:val="18"/>
      </w:rPr>
      <w:instrText xml:space="preserve">PAGE  </w:instrText>
    </w:r>
    <w:r w:rsidRPr="00D86528">
      <w:rPr>
        <w:rStyle w:val="Numrodepage"/>
        <w:sz w:val="18"/>
        <w:szCs w:val="18"/>
      </w:rPr>
      <w:fldChar w:fldCharType="separate"/>
    </w:r>
    <w:r w:rsidR="00201263">
      <w:rPr>
        <w:rStyle w:val="Numrodepage"/>
        <w:noProof/>
        <w:sz w:val="18"/>
        <w:szCs w:val="18"/>
      </w:rPr>
      <w:t>3</w:t>
    </w:r>
    <w:r w:rsidRPr="00D86528">
      <w:rPr>
        <w:rStyle w:val="Numrodepage"/>
        <w:sz w:val="18"/>
        <w:szCs w:val="18"/>
      </w:rPr>
      <w:fldChar w:fldCharType="end"/>
    </w:r>
    <w:r w:rsidRPr="00D86528">
      <w:rPr>
        <w:rStyle w:val="Numrodepage"/>
        <w:sz w:val="18"/>
        <w:szCs w:val="18"/>
      </w:rPr>
      <w:t>/</w:t>
    </w:r>
    <w:r w:rsidRPr="00D86528">
      <w:rPr>
        <w:rStyle w:val="Numrodepage"/>
        <w:sz w:val="18"/>
        <w:szCs w:val="18"/>
      </w:rPr>
      <w:fldChar w:fldCharType="begin"/>
    </w:r>
    <w:r w:rsidRPr="00D86528">
      <w:rPr>
        <w:rStyle w:val="Numrodepage"/>
        <w:sz w:val="18"/>
        <w:szCs w:val="18"/>
      </w:rPr>
      <w:instrText xml:space="preserve"> NUMPAGES </w:instrText>
    </w:r>
    <w:r w:rsidRPr="00D86528">
      <w:rPr>
        <w:rStyle w:val="Numrodepage"/>
        <w:sz w:val="18"/>
        <w:szCs w:val="18"/>
      </w:rPr>
      <w:fldChar w:fldCharType="separate"/>
    </w:r>
    <w:r w:rsidR="00201263">
      <w:rPr>
        <w:rStyle w:val="Numrodepage"/>
        <w:noProof/>
        <w:sz w:val="18"/>
        <w:szCs w:val="18"/>
      </w:rPr>
      <w:t>3</w:t>
    </w:r>
    <w:r w:rsidRPr="00D86528">
      <w:rPr>
        <w:rStyle w:val="Numrodepage"/>
        <w:sz w:val="18"/>
        <w:szCs w:val="18"/>
      </w:rPr>
      <w:fldChar w:fldCharType="end"/>
    </w:r>
  </w:p>
  <w:p w:rsidR="003E0F3B" w:rsidRDefault="003E0F3B">
    <w:pPr>
      <w:pStyle w:val="Pieddepage"/>
    </w:pPr>
  </w:p>
  <w:p w:rsidR="003E0F3B" w:rsidRDefault="003E0F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27B" w:rsidRDefault="008F027B">
      <w:r>
        <w:separator/>
      </w:r>
    </w:p>
  </w:footnote>
  <w:footnote w:type="continuationSeparator" w:id="0">
    <w:p w:rsidR="008F027B" w:rsidRDefault="008F0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3B" w:rsidRDefault="00EA5C83">
    <w:pPr>
      <w:pStyle w:val="En-tte"/>
    </w:pPr>
    <w:r>
      <w:rPr>
        <w:noProof/>
      </w:rPr>
      <w:drawing>
        <wp:anchor distT="0" distB="0" distL="114300" distR="252095" simplePos="0" relativeHeight="251659264" behindDoc="0" locked="0" layoutInCell="1" allowOverlap="1" wp14:anchorId="4B62207A" wp14:editId="0E84BAD2">
          <wp:simplePos x="0" y="0"/>
          <wp:positionH relativeFrom="margin">
            <wp:align>left</wp:align>
          </wp:positionH>
          <wp:positionV relativeFrom="paragraph">
            <wp:posOffset>133350</wp:posOffset>
          </wp:positionV>
          <wp:extent cx="1159200" cy="306000"/>
          <wp:effectExtent l="0" t="0" r="3175" b="0"/>
          <wp:wrapSquare wrapText="bothSides"/>
          <wp:docPr id="340" name="Image 3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0F3B" w:rsidRDefault="003E0F3B">
    <w:pPr>
      <w:pStyle w:val="En-tte"/>
    </w:pPr>
  </w:p>
  <w:p w:rsidR="003E0F3B" w:rsidRDefault="003E0F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66D"/>
    <w:multiLevelType w:val="hybridMultilevel"/>
    <w:tmpl w:val="5DBC780A"/>
    <w:lvl w:ilvl="0" w:tplc="F39AFD12">
      <w:start w:val="1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E571D3"/>
    <w:multiLevelType w:val="hybridMultilevel"/>
    <w:tmpl w:val="D3E48A80"/>
    <w:lvl w:ilvl="0" w:tplc="3968B0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B22B03"/>
    <w:multiLevelType w:val="hybridMultilevel"/>
    <w:tmpl w:val="848675FA"/>
    <w:lvl w:ilvl="0" w:tplc="7E6682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45908"/>
    <w:multiLevelType w:val="hybridMultilevel"/>
    <w:tmpl w:val="5C302E84"/>
    <w:lvl w:ilvl="0" w:tplc="10DE959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D2452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A672565"/>
    <w:multiLevelType w:val="hybridMultilevel"/>
    <w:tmpl w:val="2A12561A"/>
    <w:lvl w:ilvl="0" w:tplc="BE207E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41C6A"/>
    <w:multiLevelType w:val="hybridMultilevel"/>
    <w:tmpl w:val="E4A2C4E4"/>
    <w:lvl w:ilvl="0" w:tplc="5812134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32146F8"/>
    <w:multiLevelType w:val="singleLevel"/>
    <w:tmpl w:val="A0FEAAAC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8" w15:restartNumberingAfterBreak="0">
    <w:nsid w:val="3B574506"/>
    <w:multiLevelType w:val="hybridMultilevel"/>
    <w:tmpl w:val="C8A02862"/>
    <w:lvl w:ilvl="0" w:tplc="5E6249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563B50"/>
    <w:multiLevelType w:val="hybridMultilevel"/>
    <w:tmpl w:val="0ED8F05A"/>
    <w:lvl w:ilvl="0" w:tplc="F7D0872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439AF"/>
    <w:multiLevelType w:val="multilevel"/>
    <w:tmpl w:val="3E50180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5481354"/>
    <w:multiLevelType w:val="singleLevel"/>
    <w:tmpl w:val="B3508B9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2" w15:restartNumberingAfterBreak="0">
    <w:nsid w:val="495B619A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0FC278A"/>
    <w:multiLevelType w:val="singleLevel"/>
    <w:tmpl w:val="2AE4C23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4" w15:restartNumberingAfterBreak="0">
    <w:nsid w:val="557A6A90"/>
    <w:multiLevelType w:val="singleLevel"/>
    <w:tmpl w:val="D4AA1CD8"/>
    <w:lvl w:ilvl="0">
      <w:start w:val="28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5" w15:restartNumberingAfterBreak="0">
    <w:nsid w:val="5B8263BE"/>
    <w:multiLevelType w:val="singleLevel"/>
    <w:tmpl w:val="DEDAF8D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6" w15:restartNumberingAfterBreak="0">
    <w:nsid w:val="6070799F"/>
    <w:multiLevelType w:val="hybridMultilevel"/>
    <w:tmpl w:val="612C6462"/>
    <w:lvl w:ilvl="0" w:tplc="FA285D5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BD015F"/>
    <w:multiLevelType w:val="singleLevel"/>
    <w:tmpl w:val="73BEB64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61E2551A"/>
    <w:multiLevelType w:val="singleLevel"/>
    <w:tmpl w:val="0ACEFEC6"/>
    <w:lvl w:ilvl="0">
      <w:start w:val="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 w15:restartNumberingAfterBreak="0">
    <w:nsid w:val="6ECA7BC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2E04FB3"/>
    <w:multiLevelType w:val="hybridMultilevel"/>
    <w:tmpl w:val="F86CE282"/>
    <w:lvl w:ilvl="0" w:tplc="DF6CB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7F2C40"/>
    <w:multiLevelType w:val="singleLevel"/>
    <w:tmpl w:val="C0DA109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2" w15:restartNumberingAfterBreak="0">
    <w:nsid w:val="76114B4E"/>
    <w:multiLevelType w:val="singleLevel"/>
    <w:tmpl w:val="690419F2"/>
    <w:lvl w:ilvl="0">
      <w:start w:val="281"/>
      <w:numFmt w:val="bullet"/>
      <w:lvlText w:val="-"/>
      <w:lvlJc w:val="left"/>
      <w:pPr>
        <w:tabs>
          <w:tab w:val="num" w:pos="5303"/>
        </w:tabs>
        <w:ind w:left="5303" w:hanging="360"/>
      </w:pPr>
      <w:rPr>
        <w:rFonts w:ascii="Times New Roman" w:hAnsi="Times New Roman" w:hint="default"/>
      </w:rPr>
    </w:lvl>
  </w:abstractNum>
  <w:abstractNum w:abstractNumId="23" w15:restartNumberingAfterBreak="0">
    <w:nsid w:val="775F435F"/>
    <w:multiLevelType w:val="singleLevel"/>
    <w:tmpl w:val="CB2A895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15"/>
  </w:num>
  <w:num w:numId="5">
    <w:abstractNumId w:val="23"/>
  </w:num>
  <w:num w:numId="6">
    <w:abstractNumId w:val="19"/>
  </w:num>
  <w:num w:numId="7">
    <w:abstractNumId w:val="18"/>
  </w:num>
  <w:num w:numId="8">
    <w:abstractNumId w:val="21"/>
  </w:num>
  <w:num w:numId="9">
    <w:abstractNumId w:val="7"/>
  </w:num>
  <w:num w:numId="10">
    <w:abstractNumId w:val="13"/>
  </w:num>
  <w:num w:numId="11">
    <w:abstractNumId w:val="12"/>
  </w:num>
  <w:num w:numId="12">
    <w:abstractNumId w:val="4"/>
  </w:num>
  <w:num w:numId="13">
    <w:abstractNumId w:val="17"/>
  </w:num>
  <w:num w:numId="14">
    <w:abstractNumId w:val="10"/>
  </w:num>
  <w:num w:numId="15">
    <w:abstractNumId w:val="6"/>
  </w:num>
  <w:num w:numId="16">
    <w:abstractNumId w:val="0"/>
  </w:num>
  <w:num w:numId="17">
    <w:abstractNumId w:val="1"/>
  </w:num>
  <w:num w:numId="18">
    <w:abstractNumId w:val="20"/>
  </w:num>
  <w:num w:numId="19">
    <w:abstractNumId w:val="5"/>
  </w:num>
  <w:num w:numId="20">
    <w:abstractNumId w:val="8"/>
  </w:num>
  <w:num w:numId="21">
    <w:abstractNumId w:val="16"/>
  </w:num>
  <w:num w:numId="22">
    <w:abstractNumId w:val="2"/>
  </w:num>
  <w:num w:numId="23">
    <w:abstractNumId w:val="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51"/>
    <w:rsid w:val="0007131E"/>
    <w:rsid w:val="00073399"/>
    <w:rsid w:val="00076F2C"/>
    <w:rsid w:val="00082EC5"/>
    <w:rsid w:val="00084B68"/>
    <w:rsid w:val="000964D6"/>
    <w:rsid w:val="000A0E5F"/>
    <w:rsid w:val="000B0C33"/>
    <w:rsid w:val="000B5D86"/>
    <w:rsid w:val="000C1DEB"/>
    <w:rsid w:val="000C72D3"/>
    <w:rsid w:val="000D1203"/>
    <w:rsid w:val="000D48E4"/>
    <w:rsid w:val="00107A54"/>
    <w:rsid w:val="00110C90"/>
    <w:rsid w:val="00112711"/>
    <w:rsid w:val="00122995"/>
    <w:rsid w:val="00154CA7"/>
    <w:rsid w:val="001566D7"/>
    <w:rsid w:val="00157AFE"/>
    <w:rsid w:val="0017545C"/>
    <w:rsid w:val="001932E0"/>
    <w:rsid w:val="001A2FD6"/>
    <w:rsid w:val="001A421E"/>
    <w:rsid w:val="001B0941"/>
    <w:rsid w:val="001C2180"/>
    <w:rsid w:val="001C426E"/>
    <w:rsid w:val="001D2536"/>
    <w:rsid w:val="001D57B5"/>
    <w:rsid w:val="00201263"/>
    <w:rsid w:val="00202A30"/>
    <w:rsid w:val="00215758"/>
    <w:rsid w:val="00237145"/>
    <w:rsid w:val="00237E63"/>
    <w:rsid w:val="00243E02"/>
    <w:rsid w:val="00245420"/>
    <w:rsid w:val="00250269"/>
    <w:rsid w:val="00257057"/>
    <w:rsid w:val="00265A45"/>
    <w:rsid w:val="00265FDD"/>
    <w:rsid w:val="00266B2E"/>
    <w:rsid w:val="00284294"/>
    <w:rsid w:val="0028672E"/>
    <w:rsid w:val="002A024E"/>
    <w:rsid w:val="002A42F6"/>
    <w:rsid w:val="002B153E"/>
    <w:rsid w:val="002B5E3E"/>
    <w:rsid w:val="002C0C56"/>
    <w:rsid w:val="002C3929"/>
    <w:rsid w:val="002D4A09"/>
    <w:rsid w:val="002E0E23"/>
    <w:rsid w:val="002F2977"/>
    <w:rsid w:val="002F375D"/>
    <w:rsid w:val="002F749C"/>
    <w:rsid w:val="00304E14"/>
    <w:rsid w:val="00332C8C"/>
    <w:rsid w:val="00334DF4"/>
    <w:rsid w:val="003406EA"/>
    <w:rsid w:val="00343FB6"/>
    <w:rsid w:val="0034615D"/>
    <w:rsid w:val="0034760F"/>
    <w:rsid w:val="003624F0"/>
    <w:rsid w:val="00363431"/>
    <w:rsid w:val="00366E7C"/>
    <w:rsid w:val="0038467F"/>
    <w:rsid w:val="003909A1"/>
    <w:rsid w:val="0039173C"/>
    <w:rsid w:val="003931B3"/>
    <w:rsid w:val="003B1DB4"/>
    <w:rsid w:val="003B50F4"/>
    <w:rsid w:val="003B603A"/>
    <w:rsid w:val="003B6D8E"/>
    <w:rsid w:val="003E0F3B"/>
    <w:rsid w:val="003E33BE"/>
    <w:rsid w:val="003F0922"/>
    <w:rsid w:val="00410470"/>
    <w:rsid w:val="00413B51"/>
    <w:rsid w:val="00415250"/>
    <w:rsid w:val="004238C6"/>
    <w:rsid w:val="00425EBA"/>
    <w:rsid w:val="00451D78"/>
    <w:rsid w:val="00452FB2"/>
    <w:rsid w:val="004566DB"/>
    <w:rsid w:val="004626BF"/>
    <w:rsid w:val="00465534"/>
    <w:rsid w:val="0048065F"/>
    <w:rsid w:val="00481CED"/>
    <w:rsid w:val="00487055"/>
    <w:rsid w:val="00491BC8"/>
    <w:rsid w:val="00493AA6"/>
    <w:rsid w:val="004B2D67"/>
    <w:rsid w:val="00521321"/>
    <w:rsid w:val="005255A2"/>
    <w:rsid w:val="00526ADA"/>
    <w:rsid w:val="005323A1"/>
    <w:rsid w:val="00556AC9"/>
    <w:rsid w:val="00564552"/>
    <w:rsid w:val="00572716"/>
    <w:rsid w:val="0057296C"/>
    <w:rsid w:val="00577F97"/>
    <w:rsid w:val="00583C16"/>
    <w:rsid w:val="005844E5"/>
    <w:rsid w:val="005A4E82"/>
    <w:rsid w:val="005B412E"/>
    <w:rsid w:val="005C284A"/>
    <w:rsid w:val="005D098A"/>
    <w:rsid w:val="005D3215"/>
    <w:rsid w:val="005E16CB"/>
    <w:rsid w:val="005F4B17"/>
    <w:rsid w:val="005F5082"/>
    <w:rsid w:val="005F62C9"/>
    <w:rsid w:val="006405B9"/>
    <w:rsid w:val="006442F8"/>
    <w:rsid w:val="00647A69"/>
    <w:rsid w:val="00654AB1"/>
    <w:rsid w:val="0067002F"/>
    <w:rsid w:val="00670EFA"/>
    <w:rsid w:val="006714D5"/>
    <w:rsid w:val="006874C6"/>
    <w:rsid w:val="006875C9"/>
    <w:rsid w:val="006A45B2"/>
    <w:rsid w:val="006B4696"/>
    <w:rsid w:val="006B515F"/>
    <w:rsid w:val="006C72EA"/>
    <w:rsid w:val="006C7A65"/>
    <w:rsid w:val="006E7B51"/>
    <w:rsid w:val="006F1955"/>
    <w:rsid w:val="006F56AB"/>
    <w:rsid w:val="006F72E4"/>
    <w:rsid w:val="0070081E"/>
    <w:rsid w:val="00726A64"/>
    <w:rsid w:val="00737360"/>
    <w:rsid w:val="007437E4"/>
    <w:rsid w:val="007572D6"/>
    <w:rsid w:val="00760AE1"/>
    <w:rsid w:val="007763B4"/>
    <w:rsid w:val="007848F8"/>
    <w:rsid w:val="0078725F"/>
    <w:rsid w:val="00793BF7"/>
    <w:rsid w:val="00796AD4"/>
    <w:rsid w:val="007A0C4E"/>
    <w:rsid w:val="007B4746"/>
    <w:rsid w:val="007B77D1"/>
    <w:rsid w:val="00801893"/>
    <w:rsid w:val="008114FE"/>
    <w:rsid w:val="0081227B"/>
    <w:rsid w:val="008128FA"/>
    <w:rsid w:val="00820442"/>
    <w:rsid w:val="00824F2F"/>
    <w:rsid w:val="0083309F"/>
    <w:rsid w:val="00840405"/>
    <w:rsid w:val="008538BA"/>
    <w:rsid w:val="008570A1"/>
    <w:rsid w:val="00866EA4"/>
    <w:rsid w:val="008A235E"/>
    <w:rsid w:val="008A3488"/>
    <w:rsid w:val="008A45FE"/>
    <w:rsid w:val="008B7622"/>
    <w:rsid w:val="008D31ED"/>
    <w:rsid w:val="008E45CF"/>
    <w:rsid w:val="008E527B"/>
    <w:rsid w:val="008F027B"/>
    <w:rsid w:val="008F1034"/>
    <w:rsid w:val="008F1219"/>
    <w:rsid w:val="00904573"/>
    <w:rsid w:val="00923750"/>
    <w:rsid w:val="00932077"/>
    <w:rsid w:val="00950747"/>
    <w:rsid w:val="0095093F"/>
    <w:rsid w:val="00962A51"/>
    <w:rsid w:val="009669D3"/>
    <w:rsid w:val="00994572"/>
    <w:rsid w:val="00994749"/>
    <w:rsid w:val="00997E4D"/>
    <w:rsid w:val="009B191D"/>
    <w:rsid w:val="009B60AD"/>
    <w:rsid w:val="009D1246"/>
    <w:rsid w:val="009D21EF"/>
    <w:rsid w:val="009E2259"/>
    <w:rsid w:val="009E570F"/>
    <w:rsid w:val="00A0154A"/>
    <w:rsid w:val="00A03D1D"/>
    <w:rsid w:val="00A152DB"/>
    <w:rsid w:val="00A15782"/>
    <w:rsid w:val="00A67247"/>
    <w:rsid w:val="00A67D7E"/>
    <w:rsid w:val="00A74DC6"/>
    <w:rsid w:val="00A84EDE"/>
    <w:rsid w:val="00A8548D"/>
    <w:rsid w:val="00AB4B69"/>
    <w:rsid w:val="00AC74DA"/>
    <w:rsid w:val="00AD0D96"/>
    <w:rsid w:val="00AD6433"/>
    <w:rsid w:val="00AE29F1"/>
    <w:rsid w:val="00AE79AE"/>
    <w:rsid w:val="00B07983"/>
    <w:rsid w:val="00B2134C"/>
    <w:rsid w:val="00B233DB"/>
    <w:rsid w:val="00B248A0"/>
    <w:rsid w:val="00B31BD0"/>
    <w:rsid w:val="00B36A58"/>
    <w:rsid w:val="00B4106E"/>
    <w:rsid w:val="00B523B2"/>
    <w:rsid w:val="00B5339B"/>
    <w:rsid w:val="00B72189"/>
    <w:rsid w:val="00B759D7"/>
    <w:rsid w:val="00B7693A"/>
    <w:rsid w:val="00B80FE5"/>
    <w:rsid w:val="00B85EF1"/>
    <w:rsid w:val="00BA0EA5"/>
    <w:rsid w:val="00BC5526"/>
    <w:rsid w:val="00BC5B4D"/>
    <w:rsid w:val="00BD0A84"/>
    <w:rsid w:val="00BD4084"/>
    <w:rsid w:val="00BD7FD8"/>
    <w:rsid w:val="00BE0E69"/>
    <w:rsid w:val="00C3348F"/>
    <w:rsid w:val="00C56773"/>
    <w:rsid w:val="00C62E9E"/>
    <w:rsid w:val="00C74100"/>
    <w:rsid w:val="00C93320"/>
    <w:rsid w:val="00CA07C1"/>
    <w:rsid w:val="00CB6C61"/>
    <w:rsid w:val="00D12DBF"/>
    <w:rsid w:val="00D145D8"/>
    <w:rsid w:val="00D21427"/>
    <w:rsid w:val="00D25A0F"/>
    <w:rsid w:val="00D423AC"/>
    <w:rsid w:val="00D648AF"/>
    <w:rsid w:val="00D713C6"/>
    <w:rsid w:val="00D84798"/>
    <w:rsid w:val="00D86528"/>
    <w:rsid w:val="00DA2EEE"/>
    <w:rsid w:val="00DB3C89"/>
    <w:rsid w:val="00DD0AFD"/>
    <w:rsid w:val="00DD2993"/>
    <w:rsid w:val="00DD5934"/>
    <w:rsid w:val="00DD6DC3"/>
    <w:rsid w:val="00DF5EC4"/>
    <w:rsid w:val="00E04395"/>
    <w:rsid w:val="00E17416"/>
    <w:rsid w:val="00E22607"/>
    <w:rsid w:val="00E31FE7"/>
    <w:rsid w:val="00E51E3F"/>
    <w:rsid w:val="00E52D3E"/>
    <w:rsid w:val="00E61EF9"/>
    <w:rsid w:val="00E71EFE"/>
    <w:rsid w:val="00E82172"/>
    <w:rsid w:val="00E832D6"/>
    <w:rsid w:val="00E84741"/>
    <w:rsid w:val="00E84AAC"/>
    <w:rsid w:val="00E84DB3"/>
    <w:rsid w:val="00E9121D"/>
    <w:rsid w:val="00E93A20"/>
    <w:rsid w:val="00EA15F5"/>
    <w:rsid w:val="00EA5C83"/>
    <w:rsid w:val="00EA60BE"/>
    <w:rsid w:val="00EB4B36"/>
    <w:rsid w:val="00EB78B5"/>
    <w:rsid w:val="00EC17C6"/>
    <w:rsid w:val="00EC4CE6"/>
    <w:rsid w:val="00EE4E12"/>
    <w:rsid w:val="00EF7547"/>
    <w:rsid w:val="00F01E5C"/>
    <w:rsid w:val="00F1141E"/>
    <w:rsid w:val="00F3121C"/>
    <w:rsid w:val="00F366F8"/>
    <w:rsid w:val="00F4167F"/>
    <w:rsid w:val="00F51838"/>
    <w:rsid w:val="00F51A1B"/>
    <w:rsid w:val="00F61AD8"/>
    <w:rsid w:val="00F64A49"/>
    <w:rsid w:val="00F747F5"/>
    <w:rsid w:val="00F91A5C"/>
    <w:rsid w:val="00F91F9C"/>
    <w:rsid w:val="00F948D2"/>
    <w:rsid w:val="00FA2DF0"/>
    <w:rsid w:val="00FA75B4"/>
    <w:rsid w:val="00FB73B6"/>
    <w:rsid w:val="00FC139A"/>
    <w:rsid w:val="00FC3C01"/>
    <w:rsid w:val="00FC4DCE"/>
    <w:rsid w:val="00FC7A08"/>
    <w:rsid w:val="00FC7C7D"/>
    <w:rsid w:val="00FD5BBF"/>
    <w:rsid w:val="00FF30ED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52A16-F35A-43C4-A7C3-9FA6ED44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bCs/>
      <w:sz w:val="20"/>
      <w:szCs w:val="20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ind w:firstLine="708"/>
      <w:jc w:val="right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bCs/>
      <w:sz w:val="14"/>
      <w:szCs w:val="1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ind w:left="4956"/>
    </w:pPr>
  </w:style>
  <w:style w:type="paragraph" w:styleId="Corpsdetexte">
    <w:name w:val="Body Text"/>
    <w:basedOn w:val="Normal"/>
    <w:pPr>
      <w:jc w:val="both"/>
    </w:p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2">
    <w:name w:val="Body Text 2"/>
    <w:basedOn w:val="Normal"/>
    <w:pPr>
      <w:jc w:val="both"/>
    </w:pPr>
    <w:rPr>
      <w:b/>
      <w:bCs/>
      <w:sz w:val="18"/>
      <w:szCs w:val="18"/>
    </w:rPr>
  </w:style>
  <w:style w:type="paragraph" w:styleId="Corpsdetexte3">
    <w:name w:val="Body Text 3"/>
    <w:basedOn w:val="Normal"/>
    <w:pPr>
      <w:jc w:val="both"/>
    </w:pPr>
    <w:rPr>
      <w:sz w:val="20"/>
      <w:szCs w:val="20"/>
    </w:rPr>
  </w:style>
  <w:style w:type="paragraph" w:styleId="Retraitcorpsdetexte2">
    <w:name w:val="Body Text Indent 2"/>
    <w:basedOn w:val="Normal"/>
    <w:pPr>
      <w:ind w:left="1134"/>
      <w:jc w:val="both"/>
    </w:pPr>
    <w:rPr>
      <w:sz w:val="20"/>
      <w:szCs w:val="20"/>
    </w:rPr>
  </w:style>
  <w:style w:type="paragraph" w:styleId="Retraitcorpsdetexte3">
    <w:name w:val="Body Text Indent 3"/>
    <w:basedOn w:val="Normal"/>
    <w:pPr>
      <w:ind w:left="1065"/>
      <w:jc w:val="both"/>
    </w:p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7A0C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237E63"/>
    <w:pPr>
      <w:tabs>
        <w:tab w:val="center" w:pos="4536"/>
        <w:tab w:val="right" w:pos="9072"/>
      </w:tabs>
    </w:pPr>
    <w:rPr>
      <w:color w:val="0000FF"/>
      <w:kern w:val="28"/>
    </w:rPr>
  </w:style>
  <w:style w:type="paragraph" w:styleId="Pieddepage">
    <w:name w:val="footer"/>
    <w:basedOn w:val="Normal"/>
    <w:rsid w:val="00265A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lettres%20APE\Notif%20d'admi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Notif d'admis</Template>
  <TotalTime>0</TotalTime>
  <Pages>3</Pages>
  <Words>377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Directeur Général de l’Institut</vt:lpstr>
    </vt:vector>
  </TitlesOfParts>
  <Company>DRH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Directeur Général de l’Institut</dc:title>
  <dc:subject/>
  <dc:creator>merad</dc:creator>
  <cp:keywords/>
  <cp:lastModifiedBy>Jardet Muriel</cp:lastModifiedBy>
  <cp:revision>3</cp:revision>
  <cp:lastPrinted>2018-12-18T13:07:00Z</cp:lastPrinted>
  <dcterms:created xsi:type="dcterms:W3CDTF">2019-12-20T17:23:00Z</dcterms:created>
  <dcterms:modified xsi:type="dcterms:W3CDTF">2021-12-14T14:05:00Z</dcterms:modified>
</cp:coreProperties>
</file>